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523E41F8"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B14FAC">
        <w:rPr>
          <w:lang w:val="en-GB"/>
        </w:rPr>
        <w:t xml:space="preserve"> 47-G002-25</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82237" w14:textId="77777777" w:rsidR="003F3485" w:rsidRDefault="003F3485">
      <w:r>
        <w:separator/>
      </w:r>
    </w:p>
  </w:endnote>
  <w:endnote w:type="continuationSeparator" w:id="0">
    <w:p w14:paraId="4D3551D8" w14:textId="77777777" w:rsidR="003F3485" w:rsidRDefault="003F3485">
      <w:r>
        <w:continuationSeparator/>
      </w:r>
    </w:p>
  </w:endnote>
  <w:endnote w:type="continuationNotice" w:id="1">
    <w:p w14:paraId="1C686EE6" w14:textId="77777777" w:rsidR="003F3485" w:rsidRDefault="003F3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C40AFDF" w:rsidR="00133D55" w:rsidRDefault="00133D55" w:rsidP="004878F3">
    <w:pPr>
      <w:pStyle w:val="Footer"/>
    </w:pPr>
    <w:r>
      <w:fldChar w:fldCharType="begin"/>
    </w:r>
    <w:r>
      <w:instrText xml:space="preserve"> DATE \@ "yyyy-MM-dd" </w:instrText>
    </w:r>
    <w:r>
      <w:fldChar w:fldCharType="separate"/>
    </w:r>
    <w:r w:rsidR="00B14FAC">
      <w:rPr>
        <w:noProof/>
      </w:rPr>
      <w:t>2025-06-05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9D0C8" w14:textId="77777777" w:rsidR="003F3485" w:rsidRDefault="003F3485">
      <w:r>
        <w:separator/>
      </w:r>
    </w:p>
  </w:footnote>
  <w:footnote w:type="continuationSeparator" w:id="0">
    <w:p w14:paraId="4A370D58" w14:textId="77777777" w:rsidR="003F3485" w:rsidRDefault="003F3485">
      <w:r>
        <w:continuationSeparator/>
      </w:r>
    </w:p>
  </w:footnote>
  <w:footnote w:type="continuationNotice" w:id="1">
    <w:p w14:paraId="6EB22665" w14:textId="77777777" w:rsidR="003F3485" w:rsidRDefault="003F348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485"/>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4FAC"/>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987</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cp:revision>
  <cp:lastPrinted>2013-10-18T08:32:00Z</cp:lastPrinted>
  <dcterms:created xsi:type="dcterms:W3CDTF">2025-06-05T02:54:00Z</dcterms:created>
  <dcterms:modified xsi:type="dcterms:W3CDTF">2025-06-05T02:54:00Z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